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1E" w:rsidRDefault="00B55B1E" w:rsidP="00947CB9">
      <w:pPr>
        <w:ind w:left="11624"/>
      </w:pPr>
      <w:r>
        <w:t>Приложение 24</w:t>
      </w:r>
      <w:r>
        <w:br/>
        <w:t>к Положению о раскрытии информации эмитентами эмиссионных ценных бумаг</w:t>
      </w:r>
    </w:p>
    <w:p w:rsidR="00B55B1E" w:rsidRDefault="00B55B1E" w:rsidP="00947CB9">
      <w:pPr>
        <w:spacing w:before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А) Форма титульного листа списка аффилированных лиц акционерного общества</w:t>
      </w:r>
    </w:p>
    <w:p w:rsidR="00B55B1E" w:rsidRDefault="00B55B1E" w:rsidP="00947CB9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B55B1E" w:rsidRDefault="00B55B1E" w:rsidP="00947CB9">
      <w:pPr>
        <w:spacing w:before="120"/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ОАО «Племзавод им. В.Н. Цветкова»</w:t>
      </w:r>
    </w:p>
    <w:p w:rsidR="00B55B1E" w:rsidRDefault="00B55B1E" w:rsidP="00947CB9">
      <w:pPr>
        <w:pBdr>
          <w:top w:val="single" w:sz="4" w:space="1" w:color="auto"/>
        </w:pBdr>
        <w:spacing w:before="240" w:after="240"/>
        <w:ind w:left="2835" w:right="2835"/>
        <w:jc w:val="center"/>
      </w:pPr>
      <w: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B55B1E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</w:t>
            </w:r>
          </w:p>
        </w:tc>
      </w:tr>
    </w:tbl>
    <w:p w:rsidR="00B55B1E" w:rsidRDefault="00B55B1E" w:rsidP="00947CB9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55B1E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F65F4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8D13E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</w:tr>
    </w:tbl>
    <w:p w:rsidR="00B55B1E" w:rsidRDefault="00B55B1E" w:rsidP="00947CB9">
      <w:pPr>
        <w:ind w:left="5670" w:right="5073"/>
        <w:jc w:val="center"/>
      </w:pPr>
      <w:r>
        <w:t>(указывается дата, на которую составлен список аффилированных лиц акционерного общества)</w:t>
      </w:r>
    </w:p>
    <w:p w:rsidR="00B55B1E" w:rsidRDefault="00B55B1E" w:rsidP="00947CB9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Место нахождения эмитента:  249061, Калужская область, г. Малоярославец, п. Кудиново</w:t>
      </w:r>
    </w:p>
    <w:p w:rsidR="00B55B1E" w:rsidRDefault="00B55B1E" w:rsidP="00947CB9">
      <w:pPr>
        <w:pBdr>
          <w:top w:val="single" w:sz="4" w:space="1" w:color="auto"/>
        </w:pBdr>
        <w:ind w:left="3119" w:right="2097"/>
        <w:jc w:val="center"/>
      </w:pPr>
      <w: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доверенности)))</w:t>
      </w:r>
    </w:p>
    <w:p w:rsidR="00B55B1E" w:rsidRDefault="00B55B1E" w:rsidP="00947CB9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</w:t>
      </w:r>
      <w:r>
        <w:rPr>
          <w:sz w:val="28"/>
          <w:szCs w:val="28"/>
        </w:rPr>
        <w:br/>
        <w:t>с законодательством Российской Федерации о ценных бумагах</w:t>
      </w:r>
    </w:p>
    <w:p w:rsidR="00B55B1E" w:rsidRPr="00FA1EC1" w:rsidRDefault="00B55B1E" w:rsidP="00947CB9">
      <w:pPr>
        <w:spacing w:before="240"/>
        <w:rPr>
          <w:b/>
          <w:bCs/>
        </w:rPr>
      </w:pPr>
      <w:r>
        <w:rPr>
          <w:sz w:val="24"/>
          <w:szCs w:val="24"/>
        </w:rPr>
        <w:t xml:space="preserve">Адрес страницы в сети Интернет:  </w:t>
      </w:r>
      <w:hyperlink r:id="rId6" w:history="1">
        <w:r w:rsidRPr="003B2F10">
          <w:rPr>
            <w:rStyle w:val="Hyperlink"/>
            <w:b/>
            <w:bCs/>
            <w:lang w:val="en-US"/>
          </w:rPr>
          <w:t>WWW</w:t>
        </w:r>
        <w:r w:rsidRPr="003B2F10">
          <w:rPr>
            <w:rStyle w:val="Hyperlink"/>
            <w:b/>
            <w:bCs/>
          </w:rPr>
          <w:t>.</w:t>
        </w:r>
        <w:r w:rsidRPr="003B2F10">
          <w:rPr>
            <w:rStyle w:val="Hyperlink"/>
            <w:b/>
            <w:bCs/>
            <w:lang w:val="en-US"/>
          </w:rPr>
          <w:t>CLASS</w:t>
        </w:r>
        <w:r w:rsidRPr="003B2F10">
          <w:rPr>
            <w:rStyle w:val="Hyperlink"/>
            <w:b/>
            <w:bCs/>
          </w:rPr>
          <w:t>.</w:t>
        </w:r>
        <w:r w:rsidRPr="003B2F10">
          <w:rPr>
            <w:rStyle w:val="Hyperlink"/>
            <w:b/>
            <w:bCs/>
            <w:lang w:val="en-US"/>
          </w:rPr>
          <w:t>KALUGA</w:t>
        </w:r>
        <w:r w:rsidRPr="003B2F10">
          <w:rPr>
            <w:rStyle w:val="Hyperlink"/>
            <w:b/>
            <w:bCs/>
          </w:rPr>
          <w:t>.</w:t>
        </w:r>
        <w:r w:rsidRPr="003B2F10">
          <w:rPr>
            <w:rStyle w:val="Hyperlink"/>
            <w:b/>
            <w:bCs/>
            <w:lang w:val="en-US"/>
          </w:rPr>
          <w:t>RU</w:t>
        </w:r>
      </w:hyperlink>
      <w:r>
        <w:rPr>
          <w:b/>
          <w:bCs/>
        </w:rPr>
        <w:t xml:space="preserve"> </w:t>
      </w:r>
      <w:r w:rsidRPr="00FA1EC1">
        <w:rPr>
          <w:b/>
          <w:bCs/>
        </w:rPr>
        <w:t>www.e-disclosure.ru/portal/company.aspx?id=4366</w:t>
      </w:r>
    </w:p>
    <w:p w:rsidR="00B55B1E" w:rsidRDefault="00B55B1E" w:rsidP="00947CB9">
      <w:pPr>
        <w:pBdr>
          <w:top w:val="single" w:sz="4" w:space="1" w:color="auto"/>
        </w:pBdr>
        <w:spacing w:after="240"/>
        <w:ind w:left="3544" w:right="2098"/>
        <w:jc w:val="center"/>
      </w:pPr>
      <w: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B55B1E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ind w:left="57" w:right="-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уполномоченного лица</w:t>
            </w:r>
          </w:p>
          <w:p w:rsidR="00B55B1E" w:rsidRDefault="00B55B1E" w:rsidP="00E2079B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акционерного общества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В.С. Сенцов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</w:tr>
      <w:tr w:rsidR="00B55B1E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5B1E" w:rsidRDefault="00B55B1E" w:rsidP="00E2079B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jc w:val="center"/>
            </w:pPr>
            <w: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jc w:val="center"/>
            </w:pPr>
            <w: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5B1E" w:rsidRDefault="00B55B1E" w:rsidP="00E2079B"/>
        </w:tc>
      </w:tr>
      <w:tr w:rsidR="00B55B1E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5B1E" w:rsidRDefault="00B55B1E" w:rsidP="008D1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5B1E" w:rsidRDefault="00B55B1E" w:rsidP="008D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B55B1E"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</w:tr>
    </w:tbl>
    <w:p w:rsidR="00B55B1E" w:rsidRDefault="00B55B1E" w:rsidP="00947CB9">
      <w:pPr>
        <w:rPr>
          <w:sz w:val="24"/>
          <w:szCs w:val="24"/>
        </w:rPr>
      </w:pPr>
    </w:p>
    <w:p w:rsidR="00B55B1E" w:rsidRDefault="00B55B1E" w:rsidP="00947CB9">
      <w:pPr>
        <w:pageBreakBefore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Б) Содержание списка аффилированных лиц акционерного общества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7"/>
        <w:gridCol w:w="2127"/>
      </w:tblGrid>
      <w:tr w:rsidR="00B55B1E">
        <w:trPr>
          <w:cantSplit/>
        </w:trPr>
        <w:tc>
          <w:tcPr>
            <w:tcW w:w="3544" w:type="dxa"/>
            <w:gridSpan w:val="2"/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B55B1E">
        <w:tc>
          <w:tcPr>
            <w:tcW w:w="1417" w:type="dxa"/>
            <w:vAlign w:val="bottom"/>
          </w:tcPr>
          <w:p w:rsidR="00B55B1E" w:rsidRDefault="00B55B1E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vAlign w:val="bottom"/>
          </w:tcPr>
          <w:p w:rsidR="00B55B1E" w:rsidRPr="00CE4470" w:rsidRDefault="00B55B1E" w:rsidP="00E2079B">
            <w:pPr>
              <w:jc w:val="center"/>
              <w:rPr>
                <w:sz w:val="24"/>
                <w:szCs w:val="24"/>
              </w:rPr>
            </w:pPr>
            <w:r w:rsidRPr="00CE4470">
              <w:rPr>
                <w:sz w:val="24"/>
                <w:szCs w:val="24"/>
              </w:rPr>
              <w:t>4011011065</w:t>
            </w:r>
          </w:p>
        </w:tc>
      </w:tr>
      <w:tr w:rsidR="00B55B1E">
        <w:tc>
          <w:tcPr>
            <w:tcW w:w="1417" w:type="dxa"/>
            <w:vAlign w:val="bottom"/>
          </w:tcPr>
          <w:p w:rsidR="00B55B1E" w:rsidRDefault="00B55B1E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vAlign w:val="bottom"/>
          </w:tcPr>
          <w:p w:rsidR="00B55B1E" w:rsidRPr="00CE4470" w:rsidRDefault="00B55B1E" w:rsidP="00E2079B">
            <w:pPr>
              <w:jc w:val="center"/>
              <w:rPr>
                <w:sz w:val="24"/>
                <w:szCs w:val="24"/>
              </w:rPr>
            </w:pPr>
            <w:r w:rsidRPr="00CE4470">
              <w:rPr>
                <w:sz w:val="24"/>
                <w:szCs w:val="24"/>
              </w:rPr>
              <w:t>1 024 000 691 890</w:t>
            </w:r>
          </w:p>
        </w:tc>
      </w:tr>
    </w:tbl>
    <w:p w:rsidR="00B55B1E" w:rsidRDefault="00B55B1E" w:rsidP="00947CB9">
      <w:pPr>
        <w:spacing w:after="120"/>
        <w:rPr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55B1E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>.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B55B1E" w:rsidRDefault="00B55B1E" w:rsidP="00947CB9">
      <w:pPr>
        <w:rPr>
          <w:sz w:val="24"/>
          <w:szCs w:val="24"/>
        </w:rPr>
      </w:pPr>
    </w:p>
    <w:p w:rsidR="00B55B1E" w:rsidRDefault="00B55B1E" w:rsidP="00947CB9">
      <w:pPr>
        <w:rPr>
          <w:sz w:val="24"/>
          <w:szCs w:val="24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B55B1E">
        <w:tc>
          <w:tcPr>
            <w:tcW w:w="737" w:type="dxa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610" w:type="dxa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основания (оснований)</w:t>
            </w:r>
          </w:p>
        </w:tc>
        <w:tc>
          <w:tcPr>
            <w:tcW w:w="1976" w:type="dxa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B55B1E">
        <w:tc>
          <w:tcPr>
            <w:tcW w:w="737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55B1E">
        <w:tc>
          <w:tcPr>
            <w:tcW w:w="737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Воробьев Сергей Алексеевич</w:t>
            </w:r>
          </w:p>
        </w:tc>
        <w:tc>
          <w:tcPr>
            <w:tcW w:w="2977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vAlign w:val="bottom"/>
          </w:tcPr>
          <w:p w:rsidR="00B55B1E" w:rsidRPr="00CE4470" w:rsidRDefault="00B55B1E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B55B1E" w:rsidRPr="00CE4470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bottom"/>
          </w:tcPr>
          <w:p w:rsidR="00B55B1E" w:rsidRDefault="00B55B1E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23.06.2012</w:t>
            </w:r>
          </w:p>
        </w:tc>
        <w:tc>
          <w:tcPr>
            <w:tcW w:w="1976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55B1E">
        <w:tc>
          <w:tcPr>
            <w:tcW w:w="737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10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Мишин Роман Александрович</w:t>
            </w:r>
          </w:p>
        </w:tc>
        <w:tc>
          <w:tcPr>
            <w:tcW w:w="2977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vAlign w:val="bottom"/>
          </w:tcPr>
          <w:p w:rsidR="00B55B1E" w:rsidRPr="00CE4470" w:rsidRDefault="00B55B1E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 xml:space="preserve">Лицо является членом Совета директоров (наблюдательного </w:t>
            </w:r>
            <w: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совета) акционерного общества</w:t>
            </w:r>
          </w:p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23.06.2012</w:t>
            </w:r>
          </w:p>
        </w:tc>
        <w:tc>
          <w:tcPr>
            <w:tcW w:w="1976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</w:tc>
      </w:tr>
      <w:tr w:rsidR="00B55B1E">
        <w:tc>
          <w:tcPr>
            <w:tcW w:w="737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0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Чернышов Игорь Васильевич</w:t>
            </w:r>
          </w:p>
        </w:tc>
        <w:tc>
          <w:tcPr>
            <w:tcW w:w="2977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vAlign w:val="bottom"/>
          </w:tcPr>
          <w:p w:rsidR="00B55B1E" w:rsidRPr="00CE4470" w:rsidRDefault="00B55B1E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bottom"/>
          </w:tcPr>
          <w:p w:rsidR="00B55B1E" w:rsidRDefault="00B55B1E" w:rsidP="00F65F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15.06.2013</w:t>
            </w:r>
          </w:p>
        </w:tc>
        <w:tc>
          <w:tcPr>
            <w:tcW w:w="1976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55B1E">
        <w:tc>
          <w:tcPr>
            <w:tcW w:w="737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10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Сенцов Владимир Сергеевич</w:t>
            </w:r>
          </w:p>
        </w:tc>
        <w:tc>
          <w:tcPr>
            <w:tcW w:w="2977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vAlign w:val="bottom"/>
          </w:tcPr>
          <w:p w:rsidR="00B55B1E" w:rsidRPr="00CE4470" w:rsidRDefault="00B55B1E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B55B1E" w:rsidRPr="00CE4470" w:rsidRDefault="00B55B1E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501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23.06.2012</w:t>
            </w:r>
          </w:p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19.06.2010</w:t>
            </w:r>
          </w:p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vAlign w:val="bottom"/>
          </w:tcPr>
          <w:p w:rsidR="00B55B1E" w:rsidRDefault="00B55B1E" w:rsidP="00F65F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0,006</w:t>
            </w: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0,006</w:t>
            </w:r>
          </w:p>
        </w:tc>
      </w:tr>
      <w:tr w:rsidR="00B55B1E">
        <w:tc>
          <w:tcPr>
            <w:tcW w:w="737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0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 Александр Михайлович</w:t>
            </w:r>
          </w:p>
        </w:tc>
        <w:tc>
          <w:tcPr>
            <w:tcW w:w="2977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vAlign w:val="bottom"/>
          </w:tcPr>
          <w:p w:rsidR="00B55B1E" w:rsidRPr="00CE4470" w:rsidRDefault="00B55B1E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B55B1E" w:rsidRDefault="00B55B1E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01" w:type="dxa"/>
            <w:vAlign w:val="bottom"/>
          </w:tcPr>
          <w:p w:rsidR="00B55B1E" w:rsidRDefault="00B55B1E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23.06.2012</w:t>
            </w:r>
          </w:p>
        </w:tc>
        <w:tc>
          <w:tcPr>
            <w:tcW w:w="1976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55B1E">
        <w:tc>
          <w:tcPr>
            <w:tcW w:w="737" w:type="dxa"/>
            <w:vAlign w:val="bottom"/>
          </w:tcPr>
          <w:p w:rsidR="00B55B1E" w:rsidRDefault="00B55B1E" w:rsidP="00EF2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10" w:type="dxa"/>
            <w:vAlign w:val="bottom"/>
          </w:tcPr>
          <w:p w:rsidR="00B55B1E" w:rsidRDefault="00B55B1E" w:rsidP="00EF26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  ИК«Агроинвест»</w:t>
            </w:r>
          </w:p>
        </w:tc>
        <w:tc>
          <w:tcPr>
            <w:tcW w:w="2977" w:type="dxa"/>
            <w:vAlign w:val="bottom"/>
          </w:tcPr>
          <w:p w:rsidR="00B55B1E" w:rsidRDefault="00B55B1E" w:rsidP="00EF26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107139, г. Москва, ул. Садовая-спасская, д. 13</w:t>
            </w:r>
          </w:p>
        </w:tc>
        <w:tc>
          <w:tcPr>
            <w:tcW w:w="2193" w:type="dxa"/>
            <w:vAlign w:val="bottom"/>
          </w:tcPr>
          <w:p w:rsidR="00B55B1E" w:rsidRPr="00CE4470" w:rsidRDefault="00B55B1E" w:rsidP="00EF26CD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vAlign w:val="bottom"/>
          </w:tcPr>
          <w:p w:rsidR="00B55B1E" w:rsidRDefault="00B55B1E" w:rsidP="00EF2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03.07.2006</w:t>
            </w:r>
          </w:p>
        </w:tc>
        <w:tc>
          <w:tcPr>
            <w:tcW w:w="1976" w:type="dxa"/>
            <w:vAlign w:val="bottom"/>
          </w:tcPr>
          <w:p w:rsidR="00B55B1E" w:rsidRDefault="00B55B1E" w:rsidP="00F65F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49.99</w:t>
            </w:r>
          </w:p>
        </w:tc>
        <w:tc>
          <w:tcPr>
            <w:tcW w:w="2193" w:type="dxa"/>
            <w:vAlign w:val="bottom"/>
          </w:tcPr>
          <w:p w:rsidR="00B55B1E" w:rsidRDefault="00B55B1E" w:rsidP="00F65F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49.99</w:t>
            </w:r>
          </w:p>
        </w:tc>
      </w:tr>
      <w:tr w:rsidR="00B55B1E">
        <w:tc>
          <w:tcPr>
            <w:tcW w:w="737" w:type="dxa"/>
            <w:vAlign w:val="bottom"/>
          </w:tcPr>
          <w:p w:rsidR="00B55B1E" w:rsidRDefault="00B55B1E" w:rsidP="008D1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10" w:type="dxa"/>
            <w:vAlign w:val="bottom"/>
          </w:tcPr>
          <w:p w:rsidR="00B55B1E" w:rsidRDefault="00B55B1E" w:rsidP="008D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  в лице Федерального агентства  по управлению госимуществом</w:t>
            </w:r>
          </w:p>
        </w:tc>
        <w:tc>
          <w:tcPr>
            <w:tcW w:w="2977" w:type="dxa"/>
            <w:vAlign w:val="bottom"/>
          </w:tcPr>
          <w:p w:rsidR="00B55B1E" w:rsidRDefault="00B55B1E" w:rsidP="008D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109012, г. Москва, Никольский переулок, д. 9</w:t>
            </w:r>
          </w:p>
        </w:tc>
        <w:tc>
          <w:tcPr>
            <w:tcW w:w="2193" w:type="dxa"/>
            <w:vAlign w:val="bottom"/>
          </w:tcPr>
          <w:p w:rsidR="00B55B1E" w:rsidRPr="00CE4470" w:rsidRDefault="00B55B1E" w:rsidP="008D13ED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имеет право распоряжаться 6,2 процентами голосующих акций общества</w:t>
            </w:r>
          </w:p>
        </w:tc>
        <w:tc>
          <w:tcPr>
            <w:tcW w:w="1501" w:type="dxa"/>
            <w:vAlign w:val="bottom"/>
          </w:tcPr>
          <w:p w:rsidR="00B55B1E" w:rsidRDefault="00B55B1E" w:rsidP="00EF2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03.07.2006</w:t>
            </w:r>
          </w:p>
        </w:tc>
        <w:tc>
          <w:tcPr>
            <w:tcW w:w="1976" w:type="dxa"/>
            <w:vAlign w:val="bottom"/>
          </w:tcPr>
          <w:p w:rsidR="00B55B1E" w:rsidRDefault="00B55B1E" w:rsidP="00EF2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2193" w:type="dxa"/>
            <w:vAlign w:val="bottom"/>
          </w:tcPr>
          <w:p w:rsidR="00B55B1E" w:rsidRDefault="00B55B1E" w:rsidP="00EF2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</w:tr>
      <w:tr w:rsidR="00B55B1E">
        <w:tc>
          <w:tcPr>
            <w:tcW w:w="737" w:type="dxa"/>
            <w:vAlign w:val="bottom"/>
          </w:tcPr>
          <w:p w:rsidR="00B55B1E" w:rsidRDefault="00B55B1E" w:rsidP="008D1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10" w:type="dxa"/>
            <w:vAlign w:val="bottom"/>
          </w:tcPr>
          <w:p w:rsidR="00B55B1E" w:rsidRDefault="00B55B1E" w:rsidP="008D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«Агроплемсоюз»</w:t>
            </w:r>
          </w:p>
        </w:tc>
        <w:tc>
          <w:tcPr>
            <w:tcW w:w="2977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107139, г. Москва, ул. Садовая-спасская, д. 13 стр. 2</w:t>
            </w:r>
          </w:p>
        </w:tc>
        <w:tc>
          <w:tcPr>
            <w:tcW w:w="2193" w:type="dxa"/>
            <w:vAlign w:val="bottom"/>
          </w:tcPr>
          <w:p w:rsidR="00B55B1E" w:rsidRPr="00CE4470" w:rsidRDefault="00B55B1E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03.07.2006</w:t>
            </w:r>
          </w:p>
        </w:tc>
        <w:tc>
          <w:tcPr>
            <w:tcW w:w="1976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B55B1E" w:rsidRDefault="00B55B1E" w:rsidP="00947CB9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55B1E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C150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B1E" w:rsidRDefault="00B55B1E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B1E" w:rsidRDefault="00B55B1E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</w:tbl>
    <w:p w:rsidR="00B55B1E" w:rsidRDefault="00B55B1E" w:rsidP="00947CB9">
      <w:pPr>
        <w:rPr>
          <w:sz w:val="24"/>
          <w:szCs w:val="24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8930"/>
        <w:gridCol w:w="2541"/>
        <w:gridCol w:w="2988"/>
      </w:tblGrid>
      <w:tr w:rsidR="00B55B1E">
        <w:tc>
          <w:tcPr>
            <w:tcW w:w="737" w:type="dxa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8930" w:type="dxa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B55B1E">
        <w:tc>
          <w:tcPr>
            <w:tcW w:w="737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41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55B1E" w:rsidRDefault="00B55B1E" w:rsidP="00947CB9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B55B1E">
        <w:trPr>
          <w:cantSplit/>
        </w:trPr>
        <w:tc>
          <w:tcPr>
            <w:tcW w:w="4347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55B1E">
        <w:trPr>
          <w:cantSplit/>
        </w:trPr>
        <w:tc>
          <w:tcPr>
            <w:tcW w:w="4347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55B1E" w:rsidRDefault="00B55B1E" w:rsidP="00947CB9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47"/>
        <w:gridCol w:w="2977"/>
        <w:gridCol w:w="2193"/>
        <w:gridCol w:w="1501"/>
        <w:gridCol w:w="1976"/>
        <w:gridCol w:w="2193"/>
      </w:tblGrid>
      <w:tr w:rsidR="00B55B1E">
        <w:trPr>
          <w:cantSplit/>
        </w:trPr>
        <w:tc>
          <w:tcPr>
            <w:tcW w:w="4347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55B1E">
        <w:trPr>
          <w:cantSplit/>
        </w:trPr>
        <w:tc>
          <w:tcPr>
            <w:tcW w:w="4347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vAlign w:val="bottom"/>
          </w:tcPr>
          <w:p w:rsidR="00B55B1E" w:rsidRDefault="00B55B1E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55B1E" w:rsidRDefault="00B55B1E" w:rsidP="00947CB9">
      <w:pPr>
        <w:rPr>
          <w:sz w:val="24"/>
          <w:szCs w:val="24"/>
        </w:rPr>
      </w:pPr>
    </w:p>
    <w:p w:rsidR="00B55B1E" w:rsidRDefault="00B55B1E" w:rsidP="00947CB9">
      <w:bookmarkStart w:id="0" w:name="_GoBack"/>
      <w:bookmarkEnd w:id="0"/>
    </w:p>
    <w:p w:rsidR="00B55B1E" w:rsidRDefault="00B55B1E"/>
    <w:sectPr w:rsidR="00B55B1E" w:rsidSect="00172DFE">
      <w:pgSz w:w="16840" w:h="11907" w:orient="landscape" w:code="9"/>
      <w:pgMar w:top="1134" w:right="851" w:bottom="567" w:left="851" w:header="397" w:footer="284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B1E" w:rsidRDefault="00B55B1E">
      <w:r>
        <w:separator/>
      </w:r>
    </w:p>
  </w:endnote>
  <w:endnote w:type="continuationSeparator" w:id="1">
    <w:p w:rsidR="00B55B1E" w:rsidRDefault="00B55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B1E" w:rsidRDefault="00B55B1E">
      <w:r>
        <w:separator/>
      </w:r>
    </w:p>
  </w:footnote>
  <w:footnote w:type="continuationSeparator" w:id="1">
    <w:p w:rsidR="00B55B1E" w:rsidRDefault="00B55B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CB9"/>
    <w:rsid w:val="00172DFE"/>
    <w:rsid w:val="001969D0"/>
    <w:rsid w:val="00367DF6"/>
    <w:rsid w:val="003B2F10"/>
    <w:rsid w:val="005959FD"/>
    <w:rsid w:val="005A1465"/>
    <w:rsid w:val="0066092B"/>
    <w:rsid w:val="006A5F60"/>
    <w:rsid w:val="0085433D"/>
    <w:rsid w:val="00883171"/>
    <w:rsid w:val="008D13ED"/>
    <w:rsid w:val="00901566"/>
    <w:rsid w:val="00947CB9"/>
    <w:rsid w:val="00A04336"/>
    <w:rsid w:val="00B55B1E"/>
    <w:rsid w:val="00C1504C"/>
    <w:rsid w:val="00CB7352"/>
    <w:rsid w:val="00CE4470"/>
    <w:rsid w:val="00D121DB"/>
    <w:rsid w:val="00E13B8B"/>
    <w:rsid w:val="00E2079B"/>
    <w:rsid w:val="00EE28F7"/>
    <w:rsid w:val="00EF26CD"/>
    <w:rsid w:val="00F65F4C"/>
    <w:rsid w:val="00FA1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CB9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47CB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47C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UBST">
    <w:name w:val="__SUBST"/>
    <w:uiPriority w:val="99"/>
    <w:rsid w:val="00947CB9"/>
    <w:rPr>
      <w:b/>
      <w:bCs/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rsid w:val="00E13B8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3B8B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FA1E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LASS.KALUGA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4</Pages>
  <Words>552</Words>
  <Characters>3150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S.J.</cp:lastModifiedBy>
  <cp:revision>9</cp:revision>
  <dcterms:created xsi:type="dcterms:W3CDTF">2012-05-15T13:11:00Z</dcterms:created>
  <dcterms:modified xsi:type="dcterms:W3CDTF">2013-10-01T08:25:00Z</dcterms:modified>
</cp:coreProperties>
</file>